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2C" w:rsidRDefault="0067412C" w:rsidP="005F64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67412C" w:rsidRDefault="0067412C" w:rsidP="00FE0F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0F4B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  <w:r>
        <w:rPr>
          <w:rFonts w:ascii="Times New Roman" w:hAnsi="Times New Roman" w:cs="Times New Roman"/>
          <w:sz w:val="28"/>
          <w:szCs w:val="28"/>
        </w:rPr>
        <w:t xml:space="preserve"> 2015/16 учебного года </w:t>
      </w:r>
      <w:r w:rsidRPr="00FE0F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12C" w:rsidRPr="00FE0F4B" w:rsidRDefault="0067412C" w:rsidP="00FE0F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0F4B"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67412C" w:rsidRDefault="0067412C" w:rsidP="005F64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E0F4B">
        <w:rPr>
          <w:rFonts w:ascii="Times New Roman" w:hAnsi="Times New Roman" w:cs="Times New Roman"/>
          <w:sz w:val="28"/>
          <w:szCs w:val="28"/>
        </w:rPr>
        <w:t>строноми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67412C" w:rsidRDefault="0067412C" w:rsidP="00FE0F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412C" w:rsidRDefault="0067412C" w:rsidP="00FE0F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Pr="00FE0F4B">
        <w:rPr>
          <w:rFonts w:ascii="Times New Roman" w:hAnsi="Times New Roman" w:cs="Times New Roman"/>
          <w:sz w:val="28"/>
          <w:szCs w:val="28"/>
        </w:rPr>
        <w:t>по организации и проведению муниципального этапа всероссийской олимпиады школьников по астрономии</w:t>
      </w:r>
    </w:p>
    <w:p w:rsidR="0067412C" w:rsidRDefault="0067412C" w:rsidP="00FE0F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412C" w:rsidRPr="00FE0F4B" w:rsidRDefault="0067412C" w:rsidP="00B26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F4B">
        <w:rPr>
          <w:rFonts w:ascii="Times New Roman" w:hAnsi="Times New Roman" w:cs="Times New Roman"/>
          <w:sz w:val="28"/>
          <w:szCs w:val="28"/>
        </w:rPr>
        <w:t>Главная цель изучения  учебного предмета «Астрономия» в школе – это формирование у учащихся системы начальных, общих основных и специальных астрономических знаний, включающих в себя формирование астрономических понятий: об астрономии как науке, основных её разделах, методах и инструментах познания, основных теориях и законах и о физической природе космических процессов, космических объектов и космических явлений; приобретении умений и навыков применения астрономических знаний на практике. Всероссийская олимпиада школьников по астрономии на всех своих этапах ориентируется на реализацию этой цели и способствует её достижению.</w:t>
      </w:r>
    </w:p>
    <w:p w:rsidR="0067412C" w:rsidRPr="00FE0F4B" w:rsidRDefault="0067412C" w:rsidP="00B26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F4B">
        <w:rPr>
          <w:rFonts w:ascii="Times New Roman" w:hAnsi="Times New Roman" w:cs="Times New Roman"/>
          <w:sz w:val="28"/>
          <w:szCs w:val="28"/>
        </w:rPr>
        <w:t>Особенности муниципального этапа</w:t>
      </w:r>
    </w:p>
    <w:p w:rsidR="0067412C" w:rsidRDefault="0067412C" w:rsidP="00B26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F4B">
        <w:rPr>
          <w:rFonts w:ascii="Times New Roman" w:hAnsi="Times New Roman" w:cs="Times New Roman"/>
          <w:sz w:val="28"/>
          <w:szCs w:val="28"/>
        </w:rPr>
        <w:t xml:space="preserve">Муниципальный этап олимпиады по астрономии проводится </w:t>
      </w:r>
      <w:r w:rsidRPr="008F3AE5">
        <w:rPr>
          <w:rFonts w:ascii="Times New Roman" w:hAnsi="Times New Roman" w:cs="Times New Roman"/>
          <w:sz w:val="28"/>
          <w:szCs w:val="28"/>
        </w:rPr>
        <w:t xml:space="preserve">в соответствии с Порядком проведения всероссийской олимпиады школьников от 18 ноября 2013 года (№1252). Особенности муниципального этапа всероссийской олимпиады школьников по астрономии заключаются в том, что в ней принимают участие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 (с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F3AE5">
        <w:rPr>
          <w:rFonts w:ascii="Times New Roman" w:hAnsi="Times New Roman" w:cs="Times New Roman"/>
          <w:sz w:val="28"/>
          <w:szCs w:val="28"/>
        </w:rPr>
        <w:t xml:space="preserve"> по 11 классы).</w:t>
      </w:r>
    </w:p>
    <w:p w:rsidR="0067412C" w:rsidRPr="008F3AE5" w:rsidRDefault="0067412C" w:rsidP="00B2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AE5">
        <w:rPr>
          <w:rFonts w:ascii="Times New Roman" w:hAnsi="Times New Roman" w:cs="Times New Roman"/>
          <w:sz w:val="28"/>
          <w:szCs w:val="28"/>
        </w:rPr>
        <w:t>Исходя из целей и задач муниципального этапа всероссийской олимпиады школьников по астрономии, обучающимся предлагается по 6 не связанных друг с другом заданий. На муниципальном этапе 4-5 из этих 6 заданий имеют односложную структуру решения, связанную с применением одного-двух астрономических фактов или физических законов (задания первой категории), 1-2 задания второй категории, требующих последовательного применения сразу нескольких фактов или законов.</w:t>
      </w:r>
    </w:p>
    <w:p w:rsidR="0067412C" w:rsidRDefault="0067412C" w:rsidP="00FE0F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AE5">
        <w:rPr>
          <w:rFonts w:ascii="Times New Roman" w:hAnsi="Times New Roman" w:cs="Times New Roman"/>
          <w:sz w:val="28"/>
          <w:szCs w:val="28"/>
        </w:rPr>
        <w:t xml:space="preserve">Типология заданий муниципального этапа всероссийской олимпиады школьников по астрономии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F3AE5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8F3AE5">
        <w:rPr>
          <w:rFonts w:ascii="Times New Roman" w:hAnsi="Times New Roman" w:cs="Times New Roman"/>
          <w:sz w:val="28"/>
          <w:szCs w:val="28"/>
        </w:rPr>
        <w:t>16 учебном году не изменяется.</w:t>
      </w:r>
      <w:r>
        <w:rPr>
          <w:rFonts w:ascii="Times New Roman" w:hAnsi="Times New Roman" w:cs="Times New Roman"/>
          <w:sz w:val="28"/>
          <w:szCs w:val="28"/>
        </w:rPr>
        <w:t xml:space="preserve"> Все задания теоретические. </w:t>
      </w:r>
    </w:p>
    <w:p w:rsidR="0067412C" w:rsidRPr="008F3AE5" w:rsidRDefault="0067412C" w:rsidP="00FE0F4B">
      <w:pPr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3AE5">
        <w:rPr>
          <w:rFonts w:ascii="Times New Roman" w:hAnsi="Times New Roman" w:cs="Times New Roman"/>
          <w:sz w:val="28"/>
          <w:szCs w:val="28"/>
        </w:rPr>
        <w:t xml:space="preserve">Тематика заданий выбрана исходя из списка вопросов, рекомендуемых </w:t>
      </w:r>
      <w:r w:rsidRPr="008F3AE5">
        <w:rPr>
          <w:rFonts w:ascii="Times New Roman" w:eastAsia="MS Mincho" w:hAnsi="Times New Roman" w:cs="Times New Roman"/>
          <w:sz w:val="28"/>
          <w:szCs w:val="28"/>
        </w:rPr>
        <w:t>центральной</w:t>
      </w:r>
      <w:r w:rsidRPr="008F3AE5">
        <w:rPr>
          <w:rFonts w:ascii="Times New Roman" w:hAnsi="Times New Roman" w:cs="Times New Roman"/>
          <w:sz w:val="28"/>
          <w:szCs w:val="28"/>
        </w:rPr>
        <w:t xml:space="preserve"> </w:t>
      </w:r>
      <w:r w:rsidRPr="008F3AE5">
        <w:rPr>
          <w:rFonts w:ascii="Times New Roman" w:eastAsia="MS Mincho" w:hAnsi="Times New Roman" w:cs="Times New Roman"/>
          <w:sz w:val="28"/>
          <w:szCs w:val="28"/>
        </w:rPr>
        <w:t>предметно-методической</w:t>
      </w:r>
      <w:r w:rsidRPr="008F3AE5">
        <w:rPr>
          <w:rFonts w:ascii="Times New Roman" w:hAnsi="Times New Roman" w:cs="Times New Roman"/>
          <w:sz w:val="28"/>
          <w:szCs w:val="28"/>
        </w:rPr>
        <w:t xml:space="preserve"> комиссией всероссийской олимпиады школьников по астрономии. 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1</w:t>
      </w:r>
      <w:r w:rsidRPr="008F3AE5">
        <w:rPr>
          <w:rFonts w:ascii="Times New Roman" w:eastAsia="MS Mincho" w:hAnsi="Times New Roman" w:cs="Times New Roman"/>
          <w:sz w:val="28"/>
          <w:szCs w:val="28"/>
        </w:rPr>
        <w:t>Звездное небо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F3AE5">
        <w:rPr>
          <w:rFonts w:ascii="Times New Roman" w:eastAsia="MS Mincho" w:hAnsi="Times New Roman" w:cs="Times New Roman"/>
          <w:sz w:val="28"/>
          <w:szCs w:val="28"/>
        </w:rPr>
        <w:t>2. Небесная сфера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F3AE5">
        <w:rPr>
          <w:rFonts w:ascii="Times New Roman" w:eastAsia="MS Mincho" w:hAnsi="Times New Roman" w:cs="Times New Roman"/>
          <w:sz w:val="28"/>
          <w:szCs w:val="28"/>
        </w:rPr>
        <w:t>3. Движение Земли по орбите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F3AE5">
        <w:rPr>
          <w:rFonts w:ascii="Times New Roman" w:eastAsia="MS Mincho" w:hAnsi="Times New Roman" w:cs="Times New Roman"/>
          <w:sz w:val="28"/>
          <w:szCs w:val="28"/>
        </w:rPr>
        <w:t>4. Измерение времени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F3AE5">
        <w:rPr>
          <w:rFonts w:ascii="Times New Roman" w:eastAsia="MS Mincho" w:hAnsi="Times New Roman" w:cs="Times New Roman"/>
          <w:sz w:val="28"/>
          <w:szCs w:val="28"/>
        </w:rPr>
        <w:t>5. Движение небесных тел под действием силы всемирного тяготения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F3AE5">
        <w:rPr>
          <w:rFonts w:ascii="Times New Roman" w:eastAsia="MS Mincho" w:hAnsi="Times New Roman" w:cs="Times New Roman"/>
          <w:sz w:val="28"/>
          <w:szCs w:val="28"/>
        </w:rPr>
        <w:t>6. Солнечная система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F3AE5">
        <w:rPr>
          <w:rFonts w:ascii="Times New Roman" w:eastAsia="MS Mincho" w:hAnsi="Times New Roman" w:cs="Times New Roman"/>
          <w:sz w:val="28"/>
          <w:szCs w:val="28"/>
        </w:rPr>
        <w:t>7. Система Солнце - Земля - Луна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F3AE5">
        <w:rPr>
          <w:rFonts w:ascii="Times New Roman" w:eastAsia="MS Mincho" w:hAnsi="Times New Roman" w:cs="Times New Roman"/>
          <w:sz w:val="28"/>
          <w:szCs w:val="28"/>
        </w:rPr>
        <w:t>8. Оптические приборы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F3AE5">
        <w:rPr>
          <w:rFonts w:ascii="Times New Roman" w:eastAsia="MS Mincho" w:hAnsi="Times New Roman" w:cs="Times New Roman"/>
          <w:sz w:val="28"/>
          <w:szCs w:val="28"/>
        </w:rPr>
        <w:t xml:space="preserve">9. Шкала звездных величин 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F3AE5">
        <w:rPr>
          <w:rFonts w:ascii="Times New Roman" w:eastAsia="MS Mincho" w:hAnsi="Times New Roman" w:cs="Times New Roman"/>
          <w:sz w:val="28"/>
          <w:szCs w:val="28"/>
        </w:rPr>
        <w:t>10. Электромагнитные волны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F3AE5">
        <w:rPr>
          <w:rFonts w:ascii="Times New Roman" w:eastAsia="MS Mincho" w:hAnsi="Times New Roman" w:cs="Times New Roman"/>
          <w:sz w:val="28"/>
          <w:szCs w:val="28"/>
        </w:rPr>
        <w:t xml:space="preserve">11. Общие представления о структуре Вселенной 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F3AE5">
        <w:rPr>
          <w:rFonts w:ascii="Times New Roman" w:eastAsia="MS Mincho" w:hAnsi="Times New Roman" w:cs="Times New Roman"/>
          <w:sz w:val="28"/>
          <w:szCs w:val="28"/>
        </w:rPr>
        <w:t>12. Измерения расстояний в астрономии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F3AE5">
        <w:rPr>
          <w:rFonts w:ascii="Times New Roman" w:eastAsia="MS Mincho" w:hAnsi="Times New Roman" w:cs="Times New Roman"/>
          <w:sz w:val="28"/>
          <w:szCs w:val="28"/>
        </w:rPr>
        <w:t>13. Дополнительные вопросы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F3AE5">
        <w:rPr>
          <w:rFonts w:ascii="Times New Roman" w:eastAsia="MS Mincho" w:hAnsi="Times New Roman" w:cs="Times New Roman"/>
          <w:sz w:val="28"/>
          <w:szCs w:val="28"/>
        </w:rPr>
        <w:t>1</w:t>
      </w:r>
      <w:r>
        <w:rPr>
          <w:rFonts w:ascii="Times New Roman" w:eastAsia="MS Mincho" w:hAnsi="Times New Roman" w:cs="Times New Roman"/>
          <w:sz w:val="28"/>
          <w:szCs w:val="28"/>
        </w:rPr>
        <w:t>4</w:t>
      </w:r>
      <w:r w:rsidRPr="008F3AE5">
        <w:rPr>
          <w:rFonts w:ascii="Times New Roman" w:eastAsia="MS Mincho" w:hAnsi="Times New Roman" w:cs="Times New Roman"/>
          <w:sz w:val="28"/>
          <w:szCs w:val="28"/>
        </w:rPr>
        <w:t>. Шкала звездных величин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15.</w:t>
      </w:r>
      <w:r w:rsidRPr="008F3AE5">
        <w:rPr>
          <w:rFonts w:ascii="Times New Roman" w:eastAsia="MS Mincho" w:hAnsi="Times New Roman" w:cs="Times New Roman"/>
          <w:sz w:val="28"/>
          <w:szCs w:val="28"/>
        </w:rPr>
        <w:t xml:space="preserve"> Звезды, общие понятия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16</w:t>
      </w:r>
      <w:r w:rsidRPr="008F3AE5">
        <w:rPr>
          <w:rFonts w:ascii="Times New Roman" w:eastAsia="MS Mincho" w:hAnsi="Times New Roman" w:cs="Times New Roman"/>
          <w:sz w:val="28"/>
          <w:szCs w:val="28"/>
        </w:rPr>
        <w:t xml:space="preserve">. Классификация звезд 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17</w:t>
      </w:r>
      <w:r w:rsidRPr="008F3AE5">
        <w:rPr>
          <w:rFonts w:ascii="Times New Roman" w:eastAsia="MS Mincho" w:hAnsi="Times New Roman" w:cs="Times New Roman"/>
          <w:sz w:val="28"/>
          <w:szCs w:val="28"/>
        </w:rPr>
        <w:t>. Движение звезд  в пространстве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18</w:t>
      </w:r>
      <w:r w:rsidRPr="008F3AE5">
        <w:rPr>
          <w:rFonts w:ascii="Times New Roman" w:eastAsia="MS Mincho" w:hAnsi="Times New Roman" w:cs="Times New Roman"/>
          <w:sz w:val="28"/>
          <w:szCs w:val="28"/>
        </w:rPr>
        <w:t>. Двойные и переменные звезды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19</w:t>
      </w:r>
      <w:r w:rsidRPr="008F3AE5">
        <w:rPr>
          <w:rFonts w:ascii="Times New Roman" w:eastAsia="MS Mincho" w:hAnsi="Times New Roman" w:cs="Times New Roman"/>
          <w:sz w:val="28"/>
          <w:szCs w:val="28"/>
        </w:rPr>
        <w:t>. Рассеянные и шаровые звездные скопления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20</w:t>
      </w:r>
      <w:r w:rsidRPr="008F3AE5">
        <w:rPr>
          <w:rFonts w:ascii="Times New Roman" w:eastAsia="MS Mincho" w:hAnsi="Times New Roman" w:cs="Times New Roman"/>
          <w:sz w:val="28"/>
          <w:szCs w:val="28"/>
        </w:rPr>
        <w:t>. Солнце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21</w:t>
      </w:r>
      <w:r w:rsidRPr="008F3AE5">
        <w:rPr>
          <w:rFonts w:ascii="Times New Roman" w:eastAsia="MS Mincho" w:hAnsi="Times New Roman" w:cs="Times New Roman"/>
          <w:sz w:val="28"/>
          <w:szCs w:val="28"/>
        </w:rPr>
        <w:t>. Ионизованное состояние вещества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22</w:t>
      </w:r>
      <w:r w:rsidRPr="008F3AE5">
        <w:rPr>
          <w:rFonts w:ascii="Times New Roman" w:eastAsia="MS Mincho" w:hAnsi="Times New Roman" w:cs="Times New Roman"/>
          <w:sz w:val="28"/>
          <w:szCs w:val="28"/>
        </w:rPr>
        <w:t>. Межзвездная среда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23</w:t>
      </w:r>
      <w:r w:rsidRPr="008F3AE5">
        <w:rPr>
          <w:rFonts w:ascii="Times New Roman" w:eastAsia="MS Mincho" w:hAnsi="Times New Roman" w:cs="Times New Roman"/>
          <w:sz w:val="28"/>
          <w:szCs w:val="28"/>
        </w:rPr>
        <w:t>. Телескопы, разрешающая и проницающая способность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24</w:t>
      </w:r>
      <w:r w:rsidRPr="008F3AE5">
        <w:rPr>
          <w:rFonts w:ascii="Times New Roman" w:eastAsia="MS Mincho" w:hAnsi="Times New Roman" w:cs="Times New Roman"/>
          <w:sz w:val="28"/>
          <w:szCs w:val="28"/>
        </w:rPr>
        <w:t>. Основы теории приливов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F3AE5">
        <w:rPr>
          <w:rFonts w:ascii="Times New Roman" w:eastAsia="MS Mincho" w:hAnsi="Times New Roman" w:cs="Times New Roman"/>
          <w:sz w:val="28"/>
          <w:szCs w:val="28"/>
        </w:rPr>
        <w:t>2</w:t>
      </w:r>
      <w:r>
        <w:rPr>
          <w:rFonts w:ascii="Times New Roman" w:eastAsia="MS Mincho" w:hAnsi="Times New Roman" w:cs="Times New Roman"/>
          <w:sz w:val="28"/>
          <w:szCs w:val="28"/>
        </w:rPr>
        <w:t>5</w:t>
      </w:r>
      <w:r w:rsidRPr="008F3AE5">
        <w:rPr>
          <w:rFonts w:ascii="Times New Roman" w:eastAsia="MS Mincho" w:hAnsi="Times New Roman" w:cs="Times New Roman"/>
          <w:sz w:val="28"/>
          <w:szCs w:val="28"/>
        </w:rPr>
        <w:t xml:space="preserve">. Оптические свойства атмосфер планет и межзвездной среды 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26</w:t>
      </w:r>
      <w:r w:rsidRPr="008F3AE5">
        <w:rPr>
          <w:rFonts w:ascii="Times New Roman" w:eastAsia="MS Mincho" w:hAnsi="Times New Roman" w:cs="Times New Roman"/>
          <w:sz w:val="28"/>
          <w:szCs w:val="28"/>
        </w:rPr>
        <w:t>. Законы излучения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</w:rPr>
        <w:t>27</w:t>
      </w:r>
      <w:r w:rsidRPr="008F3AE5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. </w:t>
      </w:r>
      <w:r w:rsidRPr="008F3AE5">
        <w:rPr>
          <w:rFonts w:ascii="Times New Roman" w:eastAsia="MS Mincho" w:hAnsi="Times New Roman" w:cs="Times New Roman"/>
          <w:sz w:val="28"/>
          <w:szCs w:val="28"/>
        </w:rPr>
        <w:t xml:space="preserve">Спектры звезд 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28</w:t>
      </w:r>
      <w:r w:rsidRPr="008F3AE5">
        <w:rPr>
          <w:rFonts w:ascii="Times New Roman" w:eastAsia="MS Mincho" w:hAnsi="Times New Roman" w:cs="Times New Roman"/>
          <w:sz w:val="28"/>
          <w:szCs w:val="28"/>
        </w:rPr>
        <w:t>. Спектры излучения разреженного газа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29</w:t>
      </w:r>
      <w:r w:rsidRPr="008F3AE5">
        <w:rPr>
          <w:rFonts w:ascii="Times New Roman" w:eastAsia="MS Mincho" w:hAnsi="Times New Roman" w:cs="Times New Roman"/>
          <w:sz w:val="28"/>
          <w:szCs w:val="28"/>
        </w:rPr>
        <w:t>. Представление о внутреннем строении и источниках энергии Солнца и звезд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30</w:t>
      </w:r>
      <w:r w:rsidRPr="008F3AE5">
        <w:rPr>
          <w:rFonts w:ascii="Times New Roman" w:eastAsia="MS Mincho" w:hAnsi="Times New Roman" w:cs="Times New Roman"/>
          <w:sz w:val="28"/>
          <w:szCs w:val="28"/>
        </w:rPr>
        <w:t>. Эволюция Солнца и звезд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31</w:t>
      </w:r>
      <w:r w:rsidRPr="008F3AE5">
        <w:rPr>
          <w:rFonts w:ascii="Times New Roman" w:eastAsia="MS Mincho" w:hAnsi="Times New Roman" w:cs="Times New Roman"/>
          <w:sz w:val="28"/>
          <w:szCs w:val="28"/>
        </w:rPr>
        <w:t xml:space="preserve">. Строение и типы галактик 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</w:rPr>
        <w:t>32</w:t>
      </w:r>
      <w:r w:rsidRPr="008F3AE5">
        <w:rPr>
          <w:rFonts w:ascii="Times New Roman" w:eastAsia="MS Mincho" w:hAnsi="Times New Roman" w:cs="Times New Roman"/>
          <w:color w:val="000000"/>
          <w:sz w:val="28"/>
          <w:szCs w:val="28"/>
        </w:rPr>
        <w:t>. Основы космологии</w:t>
      </w:r>
    </w:p>
    <w:p w:rsidR="0067412C" w:rsidRPr="008F3AE5" w:rsidRDefault="0067412C" w:rsidP="00FE0F4B">
      <w:pPr>
        <w:pStyle w:val="1"/>
        <w:spacing w:line="200" w:lineRule="atLeas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33</w:t>
      </w:r>
      <w:r w:rsidRPr="008F3AE5">
        <w:rPr>
          <w:rFonts w:ascii="Times New Roman" w:eastAsia="MS Mincho" w:hAnsi="Times New Roman" w:cs="Times New Roman"/>
          <w:sz w:val="28"/>
          <w:szCs w:val="28"/>
        </w:rPr>
        <w:t>. Приемники излучения и методы наблюдений</w:t>
      </w:r>
    </w:p>
    <w:p w:rsidR="0067412C" w:rsidRDefault="0067412C" w:rsidP="00FE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412C" w:rsidRPr="008F3AE5" w:rsidRDefault="0067412C" w:rsidP="00FE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AE5">
        <w:rPr>
          <w:rFonts w:ascii="Times New Roman" w:hAnsi="Times New Roman" w:cs="Times New Roman"/>
          <w:sz w:val="28"/>
          <w:szCs w:val="28"/>
        </w:rPr>
        <w:t>Муниципальный этап всероссийской олимпиады школьников по астрономии проводится в один  тур.</w:t>
      </w:r>
    </w:p>
    <w:p w:rsidR="0067412C" w:rsidRPr="00FE0F4B" w:rsidRDefault="0067412C" w:rsidP="00B2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F4B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r>
        <w:rPr>
          <w:rFonts w:ascii="Times New Roman" w:hAnsi="Times New Roman" w:cs="Times New Roman"/>
          <w:sz w:val="28"/>
          <w:szCs w:val="28"/>
        </w:rPr>
        <w:t xml:space="preserve">олимпиады  -  </w:t>
      </w:r>
      <w:r w:rsidRPr="00FE0F4B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 xml:space="preserve">астрономических </w:t>
      </w:r>
      <w:r w:rsidRPr="00FE0F4B">
        <w:rPr>
          <w:rFonts w:ascii="Times New Roman" w:hAnsi="Times New Roman" w:cs="Times New Roman"/>
          <w:sz w:val="28"/>
          <w:szCs w:val="28"/>
        </w:rPr>
        <w:t xml:space="preserve">часа. </w:t>
      </w:r>
    </w:p>
    <w:p w:rsidR="0067412C" w:rsidRDefault="0067412C" w:rsidP="00B26D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6D1A">
        <w:rPr>
          <w:rFonts w:ascii="Times New Roman" w:hAnsi="Times New Roman" w:cs="Times New Roman"/>
          <w:sz w:val="28"/>
          <w:szCs w:val="28"/>
        </w:rPr>
        <w:t xml:space="preserve">Заданий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26D1A">
        <w:rPr>
          <w:rFonts w:ascii="Times New Roman" w:hAnsi="Times New Roman" w:cs="Times New Roman"/>
          <w:sz w:val="28"/>
          <w:szCs w:val="28"/>
        </w:rPr>
        <w:t xml:space="preserve"> каждом классе – 6.</w:t>
      </w:r>
    </w:p>
    <w:p w:rsidR="0067412C" w:rsidRPr="00B26D1A" w:rsidRDefault="0067412C" w:rsidP="00B26D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подводятся отдельно по каждой параллели.</w:t>
      </w:r>
    </w:p>
    <w:p w:rsidR="0067412C" w:rsidRDefault="0067412C" w:rsidP="00B2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F4B">
        <w:rPr>
          <w:rFonts w:ascii="Times New Roman" w:hAnsi="Times New Roman" w:cs="Times New Roman"/>
          <w:sz w:val="28"/>
          <w:szCs w:val="28"/>
        </w:rPr>
        <w:t xml:space="preserve">Работы оцениваются </w:t>
      </w:r>
      <w:r>
        <w:rPr>
          <w:rFonts w:ascii="Times New Roman" w:hAnsi="Times New Roman" w:cs="Times New Roman"/>
          <w:sz w:val="28"/>
          <w:szCs w:val="28"/>
        </w:rPr>
        <w:t xml:space="preserve">баллами </w:t>
      </w:r>
      <w:r w:rsidRPr="00FE0F4B">
        <w:rPr>
          <w:rFonts w:ascii="Times New Roman" w:hAnsi="Times New Roman" w:cs="Times New Roman"/>
          <w:sz w:val="28"/>
          <w:szCs w:val="28"/>
        </w:rPr>
        <w:t xml:space="preserve">от 0 до 8. </w:t>
      </w:r>
    </w:p>
    <w:p w:rsidR="0067412C" w:rsidRPr="00FE0F4B" w:rsidRDefault="0067412C" w:rsidP="00B2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48.</w:t>
      </w:r>
    </w:p>
    <w:p w:rsidR="0067412C" w:rsidRDefault="0067412C" w:rsidP="00B2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F4B">
        <w:rPr>
          <w:rFonts w:ascii="Times New Roman" w:hAnsi="Times New Roman" w:cs="Times New Roman"/>
          <w:sz w:val="28"/>
          <w:szCs w:val="28"/>
        </w:rPr>
        <w:t xml:space="preserve">Максимальная оценка </w:t>
      </w:r>
      <w:r>
        <w:rPr>
          <w:rFonts w:ascii="Times New Roman" w:hAnsi="Times New Roman" w:cs="Times New Roman"/>
          <w:sz w:val="28"/>
          <w:szCs w:val="28"/>
        </w:rPr>
        <w:t xml:space="preserve"> 8 баллов </w:t>
      </w:r>
      <w:r w:rsidRPr="00FE0F4B">
        <w:rPr>
          <w:rFonts w:ascii="Times New Roman" w:hAnsi="Times New Roman" w:cs="Times New Roman"/>
          <w:sz w:val="28"/>
          <w:szCs w:val="28"/>
        </w:rPr>
        <w:t>ставится за полное правильное решение со всеми расчетами, правильный ответ и его анализ, выводы.</w:t>
      </w:r>
    </w:p>
    <w:p w:rsidR="0067412C" w:rsidRDefault="0067412C" w:rsidP="00B2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F4B">
        <w:rPr>
          <w:rFonts w:ascii="Times New Roman" w:hAnsi="Times New Roman" w:cs="Times New Roman"/>
          <w:sz w:val="28"/>
          <w:szCs w:val="28"/>
        </w:rPr>
        <w:t>Оценки от 5 до 7 ставятся за работы, в которых допущены ошибки в ходе вычислений, ошибки в размерностях величин, или опущен анализ ответа.</w:t>
      </w:r>
    </w:p>
    <w:p w:rsidR="0067412C" w:rsidRDefault="0067412C" w:rsidP="00B2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F4B">
        <w:rPr>
          <w:rFonts w:ascii="Times New Roman" w:hAnsi="Times New Roman" w:cs="Times New Roman"/>
          <w:sz w:val="28"/>
          <w:szCs w:val="28"/>
        </w:rPr>
        <w:t xml:space="preserve">Оценки до 5 баллов ставятся за правильное понимание сути вопроса, и выбор пути решения.  </w:t>
      </w:r>
    </w:p>
    <w:p w:rsidR="0067412C" w:rsidRDefault="0067412C" w:rsidP="00FE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AE5">
        <w:rPr>
          <w:rFonts w:ascii="Times New Roman" w:hAnsi="Times New Roman" w:cs="Times New Roman"/>
          <w:sz w:val="28"/>
          <w:szCs w:val="28"/>
        </w:rPr>
        <w:t xml:space="preserve">Для проведения муниципального этапа олимпиады рекомендуется выделить несколько аудиторий. </w:t>
      </w:r>
    </w:p>
    <w:p w:rsidR="0067412C" w:rsidRDefault="0067412C" w:rsidP="00FE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AE5">
        <w:rPr>
          <w:rFonts w:ascii="Times New Roman" w:hAnsi="Times New Roman" w:cs="Times New Roman"/>
          <w:sz w:val="28"/>
          <w:szCs w:val="28"/>
        </w:rPr>
        <w:t>Участники муниципального этапа олимпиады размещаются по одному человеку за партой.</w:t>
      </w:r>
    </w:p>
    <w:p w:rsidR="0067412C" w:rsidRPr="008F3AE5" w:rsidRDefault="0067412C" w:rsidP="00FE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олимпиадой необходимо провести  инструктаж.</w:t>
      </w:r>
    </w:p>
    <w:p w:rsidR="0067412C" w:rsidRPr="008F3AE5" w:rsidRDefault="0067412C" w:rsidP="00FE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AE5">
        <w:rPr>
          <w:rFonts w:ascii="Times New Roman" w:hAnsi="Times New Roman" w:cs="Times New Roman"/>
          <w:sz w:val="28"/>
          <w:szCs w:val="28"/>
        </w:rPr>
        <w:t>Наличие в аудитории, где проводится олимпиада, дополнительного материала (например, текстов, средств мобильной связи и т.д.) исключается. В случае нарушения этих условий обучающийся исключается из состава участников олимпиады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412C" w:rsidRPr="008F3AE5" w:rsidRDefault="0067412C" w:rsidP="00FE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AE5">
        <w:rPr>
          <w:rFonts w:ascii="Times New Roman" w:hAnsi="Times New Roman" w:cs="Times New Roman"/>
          <w:sz w:val="28"/>
          <w:szCs w:val="28"/>
        </w:rPr>
        <w:t>Задания выполняются письменно, индивидуально.</w:t>
      </w:r>
    </w:p>
    <w:p w:rsidR="0067412C" w:rsidRDefault="0067412C" w:rsidP="00FE0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Черновики не проверяются и не оцениваются.</w:t>
      </w:r>
    </w:p>
    <w:p w:rsidR="0067412C" w:rsidRDefault="0067412C" w:rsidP="00B26D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К</w:t>
      </w:r>
      <w:r w:rsidRPr="00B26D1A">
        <w:rPr>
          <w:rFonts w:ascii="Times New Roman" w:hAnsi="Times New Roman" w:cs="Times New Roman"/>
          <w:b/>
          <w:bCs/>
          <w:sz w:val="28"/>
          <w:szCs w:val="28"/>
          <w:u w:val="single"/>
        </w:rPr>
        <w:t>аждому участнику</w:t>
      </w:r>
      <w:r w:rsidRPr="00FE0F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6D1A">
        <w:rPr>
          <w:rFonts w:ascii="Times New Roman" w:hAnsi="Times New Roman" w:cs="Times New Roman"/>
          <w:b/>
          <w:bCs/>
          <w:sz w:val="28"/>
          <w:szCs w:val="28"/>
          <w:u w:val="single"/>
        </w:rPr>
        <w:t>необходим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 иметь:</w:t>
      </w:r>
    </w:p>
    <w:p w:rsidR="0067412C" w:rsidRDefault="0067412C" w:rsidP="00B2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1A">
        <w:rPr>
          <w:rFonts w:ascii="Times New Roman" w:hAnsi="Times New Roman" w:cs="Times New Roman"/>
          <w:sz w:val="28"/>
          <w:szCs w:val="28"/>
        </w:rPr>
        <w:t>-   ручку с синими или фиолетовыми чернилами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7412C" w:rsidRDefault="0067412C" w:rsidP="00B2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26D1A">
        <w:rPr>
          <w:rFonts w:ascii="Times New Roman" w:hAnsi="Times New Roman" w:cs="Times New Roman"/>
          <w:sz w:val="28"/>
          <w:szCs w:val="28"/>
        </w:rPr>
        <w:t xml:space="preserve">  справочные данные об объектах Солнечной системы, </w:t>
      </w:r>
    </w:p>
    <w:p w:rsidR="0067412C" w:rsidRDefault="0067412C" w:rsidP="00B2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26D1A">
        <w:rPr>
          <w:rFonts w:ascii="Times New Roman" w:hAnsi="Times New Roman" w:cs="Times New Roman"/>
          <w:sz w:val="28"/>
          <w:szCs w:val="28"/>
        </w:rPr>
        <w:t>карт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6D1A">
        <w:rPr>
          <w:rFonts w:ascii="Times New Roman" w:hAnsi="Times New Roman" w:cs="Times New Roman"/>
          <w:sz w:val="28"/>
          <w:szCs w:val="28"/>
        </w:rPr>
        <w:t xml:space="preserve"> звездного неба с подвижным накладным кругом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7412C" w:rsidRPr="00B26D1A" w:rsidRDefault="0067412C" w:rsidP="00B26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26D1A">
        <w:rPr>
          <w:rFonts w:ascii="Times New Roman" w:hAnsi="Times New Roman" w:cs="Times New Roman"/>
          <w:sz w:val="28"/>
          <w:szCs w:val="28"/>
        </w:rPr>
        <w:t xml:space="preserve"> инженерный калькулятор. </w:t>
      </w:r>
    </w:p>
    <w:p w:rsidR="0067412C" w:rsidRPr="00234AE0" w:rsidRDefault="0067412C" w:rsidP="0049005F">
      <w:pPr>
        <w:ind w:left="-567" w:firstLine="283"/>
        <w:jc w:val="both"/>
        <w:rPr>
          <w:sz w:val="28"/>
          <w:szCs w:val="28"/>
        </w:rPr>
      </w:pPr>
    </w:p>
    <w:p w:rsidR="0067412C" w:rsidRDefault="0067412C"/>
    <w:sectPr w:rsidR="0067412C" w:rsidSect="00AD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05F"/>
    <w:rsid w:val="0004763B"/>
    <w:rsid w:val="001B6E63"/>
    <w:rsid w:val="00234AE0"/>
    <w:rsid w:val="00436800"/>
    <w:rsid w:val="0049005F"/>
    <w:rsid w:val="005F64EC"/>
    <w:rsid w:val="0067412C"/>
    <w:rsid w:val="008F3AE5"/>
    <w:rsid w:val="00AD25B7"/>
    <w:rsid w:val="00B26D1A"/>
    <w:rsid w:val="00B60721"/>
    <w:rsid w:val="00FE0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5B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Текст1"/>
    <w:basedOn w:val="Normal"/>
    <w:uiPriority w:val="99"/>
    <w:rsid w:val="00FE0F4B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3</Pages>
  <Words>730</Words>
  <Characters>4165</Characters>
  <Application>Microsoft Office Outlook</Application>
  <DocSecurity>0</DocSecurity>
  <Lines>0</Lines>
  <Paragraphs>0</Paragraphs>
  <ScaleCrop>false</ScaleCrop>
  <Company>Kraftway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lubenko_ni</cp:lastModifiedBy>
  <cp:revision>5</cp:revision>
  <dcterms:created xsi:type="dcterms:W3CDTF">2014-10-17T06:43:00Z</dcterms:created>
  <dcterms:modified xsi:type="dcterms:W3CDTF">2015-11-03T13:31:00Z</dcterms:modified>
</cp:coreProperties>
</file>